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ECC85" w14:textId="2C7D855F" w:rsidR="006B06C0" w:rsidRPr="006D6DA4" w:rsidRDefault="006B06C0" w:rsidP="006B06C0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(2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1)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38E34E39" w:rsidR="00785491" w:rsidRPr="007F4898" w:rsidRDefault="00E84DFF" w:rsidP="00785491">
      <w:pPr>
        <w:pStyle w:val="Nadpis1"/>
      </w:pPr>
      <w:r>
        <w:rPr>
          <w:sz w:val="40"/>
          <w:szCs w:val="40"/>
        </w:rPr>
        <w:t>Čerčany – Ledečko – Kácov – Světlá nad Sázavou</w:t>
      </w:r>
    </w:p>
    <w:p w14:paraId="2B54EFE8" w14:textId="34D48A77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TÚ1731 km 39,3 – 65,3</w:t>
      </w:r>
    </w:p>
    <w:p w14:paraId="58D0BFAF" w14:textId="54754F41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TÚ1732 km 0,3 – 16,7</w:t>
      </w:r>
    </w:p>
    <w:p w14:paraId="4572631D" w14:textId="27E45FBD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TÚ1733 km 0,3 – 47,6</w:t>
      </w:r>
    </w:p>
    <w:p w14:paraId="30815B6D" w14:textId="77777777" w:rsidR="00FA2B3D" w:rsidRPr="00F76FE7" w:rsidRDefault="00FA2B3D" w:rsidP="00FA2B3D">
      <w:pPr>
        <w:contextualSpacing/>
        <w:rPr>
          <w:b/>
          <w:sz w:val="24"/>
          <w:szCs w:val="24"/>
        </w:rPr>
      </w:pPr>
    </w:p>
    <w:p w14:paraId="6D9D2568" w14:textId="77777777" w:rsidR="00FA2B3D" w:rsidRPr="00F76FE7" w:rsidRDefault="00FA2B3D" w:rsidP="00FA2B3D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C11DEA4" w14:textId="0935B5A3" w:rsidR="005C06CB" w:rsidRPr="00FA2B3D" w:rsidRDefault="00FA2B3D">
      <w:pPr>
        <w:contextualSpacing/>
        <w:rPr>
          <w:b/>
          <w:sz w:val="24"/>
          <w:szCs w:val="24"/>
        </w:rPr>
      </w:pPr>
      <w:r w:rsidRPr="00FA2B3D">
        <w:rPr>
          <w:b/>
          <w:sz w:val="24"/>
          <w:szCs w:val="24"/>
        </w:rPr>
        <w:t>TÚ1704 km 143,6 – 144,0 (žst. Čerčany)</w:t>
      </w:r>
    </w:p>
    <w:p w14:paraId="40CAF749" w14:textId="630CBC3E" w:rsidR="00FA2B3D" w:rsidRPr="00FA2B3D" w:rsidRDefault="00FA2B3D" w:rsidP="00FA2B3D">
      <w:pPr>
        <w:contextualSpacing/>
        <w:rPr>
          <w:b/>
          <w:sz w:val="24"/>
          <w:szCs w:val="24"/>
        </w:rPr>
      </w:pPr>
      <w:r w:rsidRPr="00FA2B3D">
        <w:rPr>
          <w:b/>
          <w:sz w:val="24"/>
          <w:szCs w:val="24"/>
        </w:rPr>
        <w:t>TÚ1201 km 239,6 – 240,2</w:t>
      </w:r>
      <w:r>
        <w:rPr>
          <w:b/>
          <w:sz w:val="24"/>
          <w:szCs w:val="24"/>
        </w:rPr>
        <w:t xml:space="preserve"> (žst. Světlá nad Sázavou)</w:t>
      </w:r>
    </w:p>
    <w:p w14:paraId="04973331" w14:textId="77777777" w:rsidR="005C06CB" w:rsidRDefault="005C06CB"/>
    <w:p w14:paraId="100B585C" w14:textId="7FFAC5DF" w:rsidR="008E6103" w:rsidRDefault="008E6103"/>
    <w:p w14:paraId="4B8BC78F" w14:textId="77777777" w:rsidR="008E6103" w:rsidRDefault="008E6103"/>
    <w:p w14:paraId="071CEA59" w14:textId="77777777" w:rsidR="005C06CB" w:rsidRDefault="005C06CB"/>
    <w:p w14:paraId="00C437FF" w14:textId="5B9D8E5A" w:rsidR="00FA2B3D" w:rsidRDefault="00FA2B3D" w:rsidP="00FA2B3D">
      <w:r>
        <w:t>Termín odevzdání:</w:t>
      </w:r>
      <w:r>
        <w:tab/>
        <w:t>30. 09. 2021</w:t>
      </w:r>
    </w:p>
    <w:p w14:paraId="466AF3F4" w14:textId="7D7390C3" w:rsidR="00E731E1" w:rsidRDefault="00E731E1" w:rsidP="00FA2B3D"/>
    <w:p w14:paraId="55858C1D" w14:textId="77777777" w:rsidR="00E731E1" w:rsidRDefault="00E731E1" w:rsidP="00FA2B3D"/>
    <w:p w14:paraId="36E95085" w14:textId="77777777" w:rsidR="00E731E1" w:rsidRDefault="00E731E1" w:rsidP="00E731E1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2FC2C4FA" w14:textId="09290568" w:rsidR="00E731E1" w:rsidRDefault="00E731E1" w:rsidP="00E731E1">
      <w:pPr>
        <w:contextualSpacing/>
      </w:pPr>
      <w:r>
        <w:t>Zpracova</w:t>
      </w:r>
      <w:r w:rsidR="006821CF">
        <w:t>te</w:t>
      </w:r>
      <w:r>
        <w:t>l:</w:t>
      </w:r>
      <w:r>
        <w:tab/>
      </w:r>
      <w:r>
        <w:tab/>
        <w:t>Správa železnic, státní organizace</w:t>
      </w:r>
    </w:p>
    <w:p w14:paraId="5E0B694F" w14:textId="77777777" w:rsidR="00E731E1" w:rsidRDefault="00E731E1" w:rsidP="00E731E1">
      <w:pPr>
        <w:ind w:left="1416" w:firstLine="708"/>
        <w:contextualSpacing/>
      </w:pPr>
      <w:r>
        <w:t>Správa železniční geodézie</w:t>
      </w:r>
    </w:p>
    <w:p w14:paraId="0ADE0602" w14:textId="77777777" w:rsidR="003D0F98" w:rsidRDefault="003D0F98" w:rsidP="003D0F98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3A828079" w14:textId="77777777" w:rsidR="00E731E1" w:rsidRDefault="00E731E1" w:rsidP="00E731E1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26DB7E7F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7A47FD9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58C97850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7CCAAB29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723343B9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107D0761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2D3C9977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8B64461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4C410366" w:rsidR="002B563A" w:rsidRPr="002B563A" w:rsidRDefault="0076624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A0168C5" w:rsidR="002B563A" w:rsidRPr="002B563A" w:rsidRDefault="0076624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609D6F6" w:rsidR="002B563A" w:rsidRPr="002B563A" w:rsidRDefault="0076624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6EE9DE86" w:rsidR="002B563A" w:rsidRPr="002B563A" w:rsidRDefault="0076624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09838796" w:rsidR="002B563A" w:rsidRPr="002B563A" w:rsidRDefault="0076624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BC8FE21" w:rsidR="00310F65" w:rsidRDefault="00310F65" w:rsidP="00E84DFF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E84DFF" w:rsidRPr="00E84DFF">
        <w:rPr>
          <w:b w:val="0"/>
        </w:rPr>
        <w:t>Čerčany – Ledečko – Kácov – Světlá nad Sázavou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1EEC681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B3A01">
        <w:t>1731, 1732, 1733</w:t>
      </w:r>
    </w:p>
    <w:p w14:paraId="4167626B" w14:textId="45E46EA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B3A01">
        <w:t>516A</w:t>
      </w:r>
    </w:p>
    <w:p w14:paraId="36377FDC" w14:textId="56A3711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B3A01">
        <w:t>305</w:t>
      </w:r>
    </w:p>
    <w:p w14:paraId="2A5E430C" w14:textId="54311309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B3A01">
        <w:t>regionální, není součástí TEN-T</w:t>
      </w:r>
    </w:p>
    <w:p w14:paraId="058FD2A9" w14:textId="007E6F50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B3A01">
        <w:t>P6 (osobní), F4 (nákladní)</w:t>
      </w:r>
    </w:p>
    <w:p w14:paraId="03F29A63" w14:textId="66B174BB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B3A01">
        <w:t>1</w:t>
      </w:r>
    </w:p>
    <w:p w14:paraId="2011482F" w14:textId="5238BF01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B3A01">
        <w:t>nezávislá</w:t>
      </w:r>
    </w:p>
    <w:p w14:paraId="70C9EF2B" w14:textId="557D3DE3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B3A01">
        <w:t>Praha, OŘ Brno</w:t>
      </w:r>
    </w:p>
    <w:p w14:paraId="0FCF352F" w14:textId="3DF49043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7B3A01">
        <w:rPr>
          <w:b w:val="0"/>
        </w:rPr>
        <w:t>Středočeský, Vysočina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29B6C8D" w14:textId="3713B810" w:rsidR="007B3A01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>
        <w:rPr>
          <w:b w:val="0"/>
        </w:rPr>
        <w:t>Rekonstrukce tunelu ev.č. 124 Podhradského na trati 1733 Kácov – Světlá nad Sázavou</w:t>
      </w:r>
    </w:p>
    <w:p w14:paraId="51F2ECAD" w14:textId="3AA7CE20" w:rsidR="00807618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B3A01">
        <w:rPr>
          <w:b w:val="0"/>
        </w:rPr>
        <w:t xml:space="preserve">Oprava trati v úseku Čerčany </w:t>
      </w:r>
      <w:r>
        <w:rPr>
          <w:b w:val="0"/>
        </w:rPr>
        <w:t>–</w:t>
      </w:r>
      <w:r w:rsidRPr="007B3A01">
        <w:rPr>
          <w:b w:val="0"/>
        </w:rPr>
        <w:t xml:space="preserve"> Samechov</w:t>
      </w:r>
    </w:p>
    <w:p w14:paraId="17B97CE1" w14:textId="41CE8B19" w:rsidR="007B3A01" w:rsidRPr="007B3A01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B3A01">
        <w:rPr>
          <w:b w:val="0"/>
        </w:rPr>
        <w:t>Oprava trati v úseku Samechov - Ledečko</w:t>
      </w:r>
    </w:p>
    <w:p w14:paraId="16288211" w14:textId="3566B9D9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B7C06DF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4B54FB9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B3A01" w:rsidRPr="00783EF0">
        <w:rPr>
          <w:b w:val="0"/>
        </w:rPr>
        <w:t xml:space="preserve">všechny stanice a </w:t>
      </w:r>
      <w:r w:rsidR="007B3A01" w:rsidRPr="007B3A01">
        <w:rPr>
          <w:b w:val="0"/>
        </w:rPr>
        <w:t>zastávky</w:t>
      </w:r>
      <w:r w:rsidR="001338ED" w:rsidRPr="007B3A01">
        <w:rPr>
          <w:b w:val="0"/>
        </w:rPr>
        <w:t>;</w:t>
      </w:r>
      <w:bookmarkEnd w:id="43"/>
    </w:p>
    <w:p w14:paraId="4AE3A5AB" w14:textId="7EFFE60B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7B3A01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30204AD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1E3EBED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 xml:space="preserve">minimálně </w:t>
      </w:r>
      <w:r w:rsidRPr="007B3A01">
        <w:rPr>
          <w:b w:val="0"/>
        </w:rPr>
        <w:t>však v níže uvedeném rozsahu:</w:t>
      </w:r>
      <w:bookmarkEnd w:id="87"/>
      <w:bookmarkEnd w:id="88"/>
      <w:bookmarkEnd w:id="89"/>
    </w:p>
    <w:p w14:paraId="192DFC37" w14:textId="401867E8" w:rsidR="00224BAD" w:rsidRPr="007B3A01" w:rsidRDefault="00224BAD" w:rsidP="00224BAD">
      <w:pPr>
        <w:pStyle w:val="Text2-1"/>
        <w:numPr>
          <w:ilvl w:val="2"/>
          <w:numId w:val="47"/>
        </w:numPr>
      </w:pPr>
      <w:r w:rsidRPr="007B3A01">
        <w:rPr>
          <w:b/>
        </w:rPr>
        <w:t>vstupní jednání</w:t>
      </w:r>
      <w:r w:rsidRPr="007B3A01">
        <w:t xml:space="preserve"> – bude svoláno a uskutečněno nejpozději do 2 týdnů od termínu zahájení prací na SRP;</w:t>
      </w:r>
    </w:p>
    <w:p w14:paraId="1F6235B2" w14:textId="3D870054" w:rsidR="00224BAD" w:rsidRPr="007B3A01" w:rsidRDefault="00224BAD" w:rsidP="00224BAD">
      <w:pPr>
        <w:pStyle w:val="Text2-1"/>
        <w:numPr>
          <w:ilvl w:val="2"/>
          <w:numId w:val="47"/>
        </w:numPr>
      </w:pPr>
      <w:r w:rsidRPr="007B3A01">
        <w:rPr>
          <w:b/>
        </w:rPr>
        <w:t>závěrečné jednání</w:t>
      </w:r>
      <w:r w:rsidRPr="007B3A01">
        <w:t xml:space="preserve"> – bude svoláno nejpozději 14 dnů před termínem odevzdání čistopisu finální verze SRP </w:t>
      </w:r>
      <w:r w:rsidRPr="007B3A01">
        <w:rPr>
          <w:b/>
        </w:rPr>
        <w:t>k odsouhlasení</w:t>
      </w:r>
      <w:r w:rsidRPr="007B3A01">
        <w:t>, nejpozději na tomto jednání vypořádá Zhotovitel všechny připomínky Objednatele</w:t>
      </w:r>
      <w:r w:rsidR="00D9618D" w:rsidRPr="007B3A01">
        <w:t>;</w:t>
      </w:r>
    </w:p>
    <w:p w14:paraId="16F04F50" w14:textId="298820C7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B3A0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B3A0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B3A0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B3A01">
        <w:rPr>
          <w:b w:val="0"/>
        </w:rPr>
        <w:t xml:space="preserve">Předání pokladů </w:t>
      </w:r>
      <w:r w:rsidR="000D61B9" w:rsidRPr="007B3A01">
        <w:rPr>
          <w:b w:val="0"/>
        </w:rPr>
        <w:t xml:space="preserve">dle kap. </w:t>
      </w:r>
      <w:r w:rsidR="003716E9" w:rsidRPr="007B3A01">
        <w:fldChar w:fldCharType="begin"/>
      </w:r>
      <w:r w:rsidR="003716E9" w:rsidRPr="007B3A01">
        <w:instrText xml:space="preserve"> REF _Ref60992796 \r \h  \* MERGEFORMAT </w:instrText>
      </w:r>
      <w:r w:rsidR="003716E9" w:rsidRPr="007B3A01">
        <w:fldChar w:fldCharType="separate"/>
      </w:r>
      <w:r w:rsidR="003716E9" w:rsidRPr="007B3A01">
        <w:t>3</w:t>
      </w:r>
      <w:r w:rsidR="003716E9" w:rsidRPr="007B3A01">
        <w:fldChar w:fldCharType="end"/>
      </w:r>
      <w:r w:rsidR="003716E9" w:rsidRPr="007B3A01">
        <w:rPr>
          <w:b w:val="0"/>
        </w:rPr>
        <w:t xml:space="preserve"> a </w:t>
      </w:r>
      <w:r w:rsidR="003716E9" w:rsidRPr="007B3A01">
        <w:fldChar w:fldCharType="begin"/>
      </w:r>
      <w:r w:rsidR="003716E9" w:rsidRPr="007B3A01">
        <w:instrText xml:space="preserve"> REF _Ref60992805 \r \h  \* MERGEFORMAT </w:instrText>
      </w:r>
      <w:r w:rsidR="003716E9" w:rsidRPr="007B3A01">
        <w:fldChar w:fldCharType="separate"/>
      </w:r>
      <w:r w:rsidR="003716E9" w:rsidRPr="007B3A01">
        <w:t>6</w:t>
      </w:r>
      <w:r w:rsidR="003716E9" w:rsidRPr="007B3A01">
        <w:fldChar w:fldCharType="end"/>
      </w:r>
      <w:r w:rsidR="003716E9" w:rsidRPr="007B3A01">
        <w:rPr>
          <w:b w:val="0"/>
        </w:rPr>
        <w:t xml:space="preserve"> </w:t>
      </w:r>
      <w:r w:rsidRPr="007B3A0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B3A0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B3A01">
        <w:rPr>
          <w:caps/>
          <w:sz w:val="22"/>
          <w:szCs w:val="22"/>
        </w:rPr>
        <w:t xml:space="preserve">Harmonogram </w:t>
      </w:r>
      <w:r w:rsidR="000D61B9" w:rsidRPr="007B3A0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B3A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B3A01">
        <w:rPr>
          <w:b w:val="0"/>
        </w:rPr>
        <w:t>Práce na Díle budou zahájeny ihned po zveřejnění Smlouvy o dílo v registru smluv.</w:t>
      </w:r>
      <w:bookmarkEnd w:id="99"/>
      <w:r w:rsidRPr="007B3A01">
        <w:rPr>
          <w:b w:val="0"/>
        </w:rPr>
        <w:t xml:space="preserve"> </w:t>
      </w:r>
      <w:bookmarkEnd w:id="100"/>
    </w:p>
    <w:p w14:paraId="68C36E13" w14:textId="56A207D5" w:rsidR="000D61B9" w:rsidRPr="007B3A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B3A01">
        <w:t>Harmonogram prací je definován níže uvedenými závaznými dílčími plněními (milníky)</w:t>
      </w:r>
      <w:bookmarkEnd w:id="103"/>
      <w:r w:rsidRPr="007B3A01">
        <w:t>.</w:t>
      </w:r>
      <w:r w:rsidRPr="007B3A0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B3A01">
        <w:rPr>
          <w:b w:val="0"/>
        </w:rPr>
        <w:t>.</w:t>
      </w:r>
      <w:bookmarkEnd w:id="104"/>
    </w:p>
    <w:p w14:paraId="14EF5A42" w14:textId="0C6C57C6" w:rsidR="000D61B9" w:rsidRPr="007B3A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První dílčí plnění – koncept dokumentace k připomínkám</w:t>
      </w:r>
      <w:r w:rsidRPr="007B3A01">
        <w:t xml:space="preserve">, termín </w:t>
      </w:r>
      <w:r w:rsidRPr="007B3A01">
        <w:rPr>
          <w:b/>
        </w:rPr>
        <w:t>3 měsíc</w:t>
      </w:r>
      <w:r w:rsidR="00C1018D" w:rsidRPr="007B3A01">
        <w:rPr>
          <w:b/>
        </w:rPr>
        <w:t>e</w:t>
      </w:r>
      <w:r w:rsidRPr="007B3A01">
        <w:t xml:space="preserve"> </w:t>
      </w:r>
      <w:r w:rsidR="00C1018D" w:rsidRPr="007B3A01">
        <w:t>před termínem předání díla stanoveným SoD</w:t>
      </w:r>
      <w:r w:rsidR="003716E9" w:rsidRPr="007B3A01">
        <w:t>,</w:t>
      </w:r>
    </w:p>
    <w:p w14:paraId="4F587B0D" w14:textId="29D18BFD" w:rsidR="000D61B9" w:rsidRPr="007B3A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Druhé dílčí plnění –</w:t>
      </w:r>
      <w:r w:rsidR="004015EE" w:rsidRPr="007B3A01">
        <w:rPr>
          <w:b/>
        </w:rPr>
        <w:t xml:space="preserve"> </w:t>
      </w:r>
      <w:r w:rsidRPr="007B3A01">
        <w:rPr>
          <w:b/>
        </w:rPr>
        <w:t>odevzdání dokumentace se zapracovanými připomínkami</w:t>
      </w:r>
      <w:r w:rsidRPr="007B3A01">
        <w:t xml:space="preserve">, termín </w:t>
      </w:r>
      <w:r w:rsidR="00C1018D" w:rsidRPr="007B3A01">
        <w:rPr>
          <w:b/>
        </w:rPr>
        <w:t>1</w:t>
      </w:r>
      <w:r w:rsidRPr="007B3A01">
        <w:rPr>
          <w:b/>
        </w:rPr>
        <w:t xml:space="preserve"> měsíc</w:t>
      </w:r>
      <w:r w:rsidRPr="007B3A01">
        <w:t xml:space="preserve"> </w:t>
      </w:r>
      <w:r w:rsidR="00C1018D" w:rsidRPr="007B3A01">
        <w:t>před termínem předání díla stanoveným SoD,</w:t>
      </w:r>
    </w:p>
    <w:p w14:paraId="1421D0E8" w14:textId="64DC0AC5" w:rsidR="003716E9" w:rsidRPr="007B3A0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Třetí</w:t>
      </w:r>
      <w:r w:rsidR="00D8229D" w:rsidRPr="007B3A01">
        <w:rPr>
          <w:b/>
        </w:rPr>
        <w:t xml:space="preserve"> </w:t>
      </w:r>
      <w:r w:rsidR="00D07FC2" w:rsidRPr="007B3A01">
        <w:rPr>
          <w:b/>
        </w:rPr>
        <w:t>(</w:t>
      </w:r>
      <w:r w:rsidR="00D8229D" w:rsidRPr="007B3A01">
        <w:rPr>
          <w:b/>
        </w:rPr>
        <w:t>konečné</w:t>
      </w:r>
      <w:r w:rsidR="00D07FC2" w:rsidRPr="007B3A01">
        <w:rPr>
          <w:b/>
        </w:rPr>
        <w:t>)</w:t>
      </w:r>
      <w:r w:rsidRPr="007B3A01">
        <w:rPr>
          <w:b/>
        </w:rPr>
        <w:t xml:space="preserve"> plnění – </w:t>
      </w:r>
      <w:r w:rsidR="00D07FC2" w:rsidRPr="007B3A01">
        <w:t>odsouhlasení dokumentace po zapracování připomínek</w:t>
      </w:r>
      <w:r w:rsidR="00D07FC2" w:rsidRPr="007B3A01">
        <w:rPr>
          <w:b/>
        </w:rPr>
        <w:t xml:space="preserve"> </w:t>
      </w:r>
      <w:r w:rsidR="00D07FC2" w:rsidRPr="007B3A01">
        <w:t xml:space="preserve">a její </w:t>
      </w:r>
      <w:r w:rsidR="004015EE" w:rsidRPr="007B3A01">
        <w:rPr>
          <w:b/>
        </w:rPr>
        <w:t>finální předání Objednateli</w:t>
      </w:r>
      <w:r w:rsidR="001338ED" w:rsidRPr="007B3A01">
        <w:t xml:space="preserve">, termín </w:t>
      </w:r>
      <w:r w:rsidR="00C1018D" w:rsidRPr="007B3A01">
        <w:t>předání díla stanoven</w:t>
      </w:r>
      <w:r w:rsidRPr="007B3A0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4F66CB8" w14:textId="77777777" w:rsidR="00924571" w:rsidRDefault="00924571" w:rsidP="00924571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7CB58C22" w14:textId="77777777" w:rsidR="00924571" w:rsidRDefault="00924571" w:rsidP="00924571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B4E0E" w14:textId="77777777" w:rsidR="00766247" w:rsidRDefault="00766247" w:rsidP="00962258">
      <w:pPr>
        <w:spacing w:after="0" w:line="240" w:lineRule="auto"/>
      </w:pPr>
      <w:r>
        <w:separator/>
      </w:r>
    </w:p>
  </w:endnote>
  <w:endnote w:type="continuationSeparator" w:id="0">
    <w:p w14:paraId="5B4F6B27" w14:textId="77777777" w:rsidR="00766247" w:rsidRDefault="007662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1EFE" w14:textId="77777777" w:rsidR="004877AB" w:rsidRDefault="004877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2B705D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45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45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476BAC1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5B242C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052D0BC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45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45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87672C0" w14:textId="77777777" w:rsidR="004877AB" w:rsidRDefault="004877AB" w:rsidP="004877A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BC89128" w:rsidR="008700FF" w:rsidRDefault="008E610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4875665A" wp14:editId="5AE454B9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0F4F341F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CABB6" w14:textId="77777777" w:rsidR="00766247" w:rsidRDefault="00766247" w:rsidP="00962258">
      <w:pPr>
        <w:spacing w:after="0" w:line="240" w:lineRule="auto"/>
      </w:pPr>
      <w:r>
        <w:separator/>
      </w:r>
    </w:p>
  </w:footnote>
  <w:footnote w:type="continuationSeparator" w:id="0">
    <w:p w14:paraId="1C479653" w14:textId="77777777" w:rsidR="00766247" w:rsidRDefault="007662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7857" w14:textId="77777777" w:rsidR="004877AB" w:rsidRDefault="004877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D0F98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45B3"/>
    <w:rsid w:val="00475FFE"/>
    <w:rsid w:val="00486107"/>
    <w:rsid w:val="004877AB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821CF"/>
    <w:rsid w:val="00694176"/>
    <w:rsid w:val="006A5570"/>
    <w:rsid w:val="006A689C"/>
    <w:rsid w:val="006B06C0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247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3A01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E6103"/>
    <w:rsid w:val="008F18D6"/>
    <w:rsid w:val="00900BED"/>
    <w:rsid w:val="00904780"/>
    <w:rsid w:val="00906D13"/>
    <w:rsid w:val="00921182"/>
    <w:rsid w:val="00922385"/>
    <w:rsid w:val="009223DF"/>
    <w:rsid w:val="00924571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731E1"/>
    <w:rsid w:val="00E84DFF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A2B3D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C68F62-E5D2-4535-95CC-EBA3623B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20</TotalTime>
  <Pages>12</Pages>
  <Words>3250</Words>
  <Characters>19179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2021-02-11T11:07:00Z</dcterms:created>
  <dcterms:modified xsi:type="dcterms:W3CDTF">2021-04-16T10:39:00Z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